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D555E" w14:paraId="6E7FE744" w14:textId="77777777" w:rsidTr="002873D9">
        <w:tc>
          <w:tcPr>
            <w:tcW w:w="2689" w:type="dxa"/>
          </w:tcPr>
          <w:p w14:paraId="7F247A7C" w14:textId="6581D2BF" w:rsidR="000D555E" w:rsidRPr="000D555E" w:rsidRDefault="000D555E" w:rsidP="000D555E">
            <w:pPr>
              <w:pStyle w:val="SIText"/>
            </w:pPr>
            <w:r w:rsidRPr="00CC451E">
              <w:t>Release</w:t>
            </w:r>
            <w:r w:rsidRPr="000D555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57BEEAB" w14:textId="5AC691B9" w:rsidR="000D555E" w:rsidRPr="000D555E" w:rsidRDefault="000D555E" w:rsidP="000D555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0D555E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48CDB14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  <w:r w:rsidR="00815ED6">
              <w:t xml:space="preserve"> 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286AC9C" w:rsidR="00F1480E" w:rsidRPr="005404CB" w:rsidRDefault="0010386D">
            <w:pPr>
              <w:pStyle w:val="SIUNITCODE"/>
            </w:pPr>
            <w:r>
              <w:t>AHCPER2</w:t>
            </w:r>
            <w:r w:rsidR="00481935">
              <w:t>X7</w:t>
            </w:r>
          </w:p>
        </w:tc>
        <w:tc>
          <w:tcPr>
            <w:tcW w:w="3604" w:type="pct"/>
            <w:shd w:val="clear" w:color="auto" w:fill="auto"/>
          </w:tcPr>
          <w:p w14:paraId="01D80964" w14:textId="5824DDBD" w:rsidR="00F1480E" w:rsidRPr="005404CB" w:rsidRDefault="0079402C">
            <w:pPr>
              <w:pStyle w:val="SIUnittitle"/>
            </w:pPr>
            <w:r w:rsidRPr="0079402C">
              <w:t xml:space="preserve">Use and maintain </w:t>
            </w:r>
            <w:r w:rsidR="006B1764">
              <w:t xml:space="preserve">basic </w:t>
            </w:r>
            <w:r w:rsidRPr="0079402C">
              <w:t>hand tools and equipment</w:t>
            </w:r>
            <w:r w:rsidR="0010386D">
              <w:t xml:space="preserve"> for garden and farm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0470E1" w14:textId="37B8809D" w:rsidR="0079402C" w:rsidRPr="0079402C" w:rsidRDefault="0079402C" w:rsidP="0079402C">
            <w:pPr>
              <w:pStyle w:val="SIText"/>
            </w:pPr>
            <w:r w:rsidRPr="0079402C">
              <w:t xml:space="preserve">This unit of competency describes the skills and knowledge required to </w:t>
            </w:r>
            <w:r w:rsidR="00603E25">
              <w:t xml:space="preserve">select, </w:t>
            </w:r>
            <w:proofErr w:type="gramStart"/>
            <w:r w:rsidRPr="0079402C">
              <w:t>use</w:t>
            </w:r>
            <w:proofErr w:type="gramEnd"/>
            <w:r w:rsidRPr="0079402C">
              <w:t xml:space="preserve"> and maintain hand tools and equipment</w:t>
            </w:r>
            <w:r w:rsidR="00603E25">
              <w:t xml:space="preserve"> for a specified </w:t>
            </w:r>
            <w:r w:rsidRPr="0079402C">
              <w:t xml:space="preserve">purpose and function of </w:t>
            </w:r>
            <w:r w:rsidR="00603E25">
              <w:t xml:space="preserve">in </w:t>
            </w:r>
            <w:r w:rsidRPr="0079402C">
              <w:t>garden</w:t>
            </w:r>
            <w:r w:rsidR="00603E25">
              <w:t xml:space="preserve"> and </w:t>
            </w:r>
            <w:r w:rsidR="0010386D">
              <w:t xml:space="preserve">farm </w:t>
            </w:r>
            <w:r w:rsidR="00603E25">
              <w:t>environments.</w:t>
            </w:r>
          </w:p>
          <w:p w14:paraId="49AFA1D5" w14:textId="77777777" w:rsidR="0079402C" w:rsidRPr="0079402C" w:rsidRDefault="0079402C" w:rsidP="0079402C">
            <w:pPr>
              <w:pStyle w:val="SIText"/>
            </w:pPr>
          </w:p>
          <w:p w14:paraId="71E03A33" w14:textId="77777777" w:rsidR="0079402C" w:rsidRPr="0079402C" w:rsidRDefault="0079402C" w:rsidP="0079402C">
            <w:pPr>
              <w:pStyle w:val="SIText"/>
            </w:pPr>
            <w:r w:rsidRPr="0079402C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42259DDB" w14:textId="77777777" w:rsidR="0079402C" w:rsidRPr="0079402C" w:rsidRDefault="0079402C" w:rsidP="0079402C">
            <w:pPr>
              <w:pStyle w:val="SIText"/>
            </w:pPr>
          </w:p>
          <w:p w14:paraId="22C15BCD" w14:textId="1E217CCE" w:rsidR="00373436" w:rsidRPr="000754EC" w:rsidRDefault="0079402C">
            <w:pPr>
              <w:pStyle w:val="SIText"/>
            </w:pPr>
            <w:r w:rsidRPr="0079402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402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143DC23" w:rsidR="0079402C" w:rsidRPr="0079402C" w:rsidRDefault="0079402C" w:rsidP="00E85314">
            <w:pPr>
              <w:pStyle w:val="SIText"/>
            </w:pPr>
            <w:r w:rsidRPr="0079402C">
              <w:t>1. Identify tools</w:t>
            </w:r>
            <w:r w:rsidR="00603E25">
              <w:t xml:space="preserve"> for a specified purpose</w:t>
            </w:r>
          </w:p>
        </w:tc>
        <w:tc>
          <w:tcPr>
            <w:tcW w:w="3604" w:type="pct"/>
            <w:shd w:val="clear" w:color="auto" w:fill="auto"/>
          </w:tcPr>
          <w:p w14:paraId="5D16A160" w14:textId="50C9B5C7" w:rsidR="0079402C" w:rsidRPr="0079402C" w:rsidRDefault="0079402C" w:rsidP="0079402C">
            <w:r w:rsidRPr="0079402C">
              <w:t xml:space="preserve">1.1 </w:t>
            </w:r>
            <w:r w:rsidR="00603E25">
              <w:t>I</w:t>
            </w:r>
            <w:r w:rsidRPr="0079402C">
              <w:t>dentify hand tools and equipment</w:t>
            </w:r>
          </w:p>
          <w:p w14:paraId="4839D6C9" w14:textId="4337F30A" w:rsidR="0079402C" w:rsidRPr="0079402C" w:rsidRDefault="0079402C" w:rsidP="0079402C">
            <w:r w:rsidRPr="0079402C">
              <w:t xml:space="preserve">1.2 </w:t>
            </w:r>
            <w:r w:rsidR="00603E25">
              <w:t>Identify</w:t>
            </w:r>
            <w:r w:rsidR="00603E25" w:rsidRPr="0079402C">
              <w:t xml:space="preserve"> </w:t>
            </w:r>
            <w:r w:rsidRPr="0079402C">
              <w:t xml:space="preserve">purpose </w:t>
            </w:r>
            <w:r w:rsidR="00603E25">
              <w:t xml:space="preserve">for </w:t>
            </w:r>
            <w:r w:rsidR="004D5352">
              <w:t xml:space="preserve">each hand </w:t>
            </w:r>
            <w:r w:rsidRPr="0079402C">
              <w:t>tool</w:t>
            </w:r>
            <w:r w:rsidR="00603E25">
              <w:t xml:space="preserve"> and equipment</w:t>
            </w:r>
          </w:p>
          <w:p w14:paraId="766C4992" w14:textId="73CD09A6" w:rsidR="0079402C" w:rsidRDefault="0079402C" w:rsidP="00E85314">
            <w:r w:rsidRPr="0079402C">
              <w:t xml:space="preserve">1.3 </w:t>
            </w:r>
            <w:r w:rsidR="00603E25">
              <w:t xml:space="preserve">Identify </w:t>
            </w:r>
            <w:r w:rsidRPr="0079402C">
              <w:t xml:space="preserve">maintenance and storage requirements for </w:t>
            </w:r>
            <w:r w:rsidR="00603E25">
              <w:t>each</w:t>
            </w:r>
            <w:r w:rsidR="00603E25" w:rsidRPr="0079402C">
              <w:t xml:space="preserve"> </w:t>
            </w:r>
            <w:r w:rsidRPr="0079402C">
              <w:t>tool</w:t>
            </w:r>
          </w:p>
          <w:p w14:paraId="4B044429" w14:textId="2CB00AAA" w:rsidR="00603E25" w:rsidRPr="0079402C" w:rsidRDefault="00603E25">
            <w:r>
              <w:t xml:space="preserve">1.4 Identify </w:t>
            </w:r>
            <w:r w:rsidR="004D5352">
              <w:t>safety hazards and controls for each hand tool according to workplace procedures and manufacturer instruction</w:t>
            </w:r>
          </w:p>
        </w:tc>
      </w:tr>
      <w:tr w:rsidR="0079402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C503EA4" w:rsidR="0079402C" w:rsidRPr="0079402C" w:rsidRDefault="0079402C">
            <w:pPr>
              <w:pStyle w:val="SIText"/>
            </w:pPr>
            <w:r w:rsidRPr="0079402C">
              <w:t xml:space="preserve">2. </w:t>
            </w:r>
            <w:r w:rsidR="00E85314">
              <w:t>Select and u</w:t>
            </w:r>
            <w:r w:rsidRPr="0079402C">
              <w:t xml:space="preserve">se </w:t>
            </w:r>
            <w:r w:rsidR="004D5352">
              <w:t xml:space="preserve">hand </w:t>
            </w:r>
            <w:r w:rsidRPr="0079402C">
              <w:t xml:space="preserve">tools for </w:t>
            </w:r>
            <w:r w:rsidR="00E85314">
              <w:t>specified</w:t>
            </w:r>
            <w:r w:rsidRPr="0079402C">
              <w:t xml:space="preserve"> purpose</w:t>
            </w:r>
          </w:p>
        </w:tc>
        <w:tc>
          <w:tcPr>
            <w:tcW w:w="3604" w:type="pct"/>
            <w:shd w:val="clear" w:color="auto" w:fill="auto"/>
          </w:tcPr>
          <w:p w14:paraId="7FD974FA" w14:textId="00D25FBD" w:rsidR="004D5352" w:rsidRDefault="0079402C" w:rsidP="0079402C">
            <w:r w:rsidRPr="0079402C">
              <w:t xml:space="preserve">2.1 </w:t>
            </w:r>
            <w:r w:rsidR="004D5352">
              <w:t xml:space="preserve">Implement </w:t>
            </w:r>
            <w:r w:rsidRPr="0079402C">
              <w:t xml:space="preserve">safe work practices </w:t>
            </w:r>
            <w:r w:rsidR="004D5352">
              <w:t>according to workplace procedures</w:t>
            </w:r>
          </w:p>
          <w:p w14:paraId="741E3F87" w14:textId="38A5B8B3" w:rsidR="004D5352" w:rsidRDefault="004D5352" w:rsidP="0079402C">
            <w:r>
              <w:t xml:space="preserve">2.2 Select </w:t>
            </w:r>
            <w:r w:rsidR="00E85314">
              <w:t xml:space="preserve">hand </w:t>
            </w:r>
            <w:r>
              <w:t xml:space="preserve">tools </w:t>
            </w:r>
            <w:r w:rsidR="00E85314">
              <w:t xml:space="preserve">and equipment </w:t>
            </w:r>
            <w:r>
              <w:t xml:space="preserve">for specific garden </w:t>
            </w:r>
            <w:r w:rsidR="0010386D">
              <w:t xml:space="preserve">or farm </w:t>
            </w:r>
            <w:r>
              <w:t>activity</w:t>
            </w:r>
          </w:p>
          <w:p w14:paraId="79D7F8F4" w14:textId="21AF755B" w:rsidR="0079402C" w:rsidRPr="0079402C" w:rsidRDefault="004D5352" w:rsidP="0079402C">
            <w:r>
              <w:t>2.3 Prepare tool for use according to workplace procedures</w:t>
            </w:r>
          </w:p>
          <w:p w14:paraId="2B00249F" w14:textId="2F100A4A" w:rsidR="0079402C" w:rsidRPr="0079402C" w:rsidRDefault="0079402C" w:rsidP="00481935">
            <w:r w:rsidRPr="0079402C">
              <w:t>2.</w:t>
            </w:r>
            <w:r w:rsidR="004D5352">
              <w:t>4</w:t>
            </w:r>
            <w:r w:rsidRPr="0079402C">
              <w:t xml:space="preserve"> </w:t>
            </w:r>
            <w:r w:rsidR="004D5352">
              <w:t>U</w:t>
            </w:r>
            <w:r w:rsidRPr="0079402C">
              <w:t>s</w:t>
            </w:r>
            <w:r w:rsidR="004D5352">
              <w:t>e</w:t>
            </w:r>
            <w:r w:rsidRPr="0079402C">
              <w:t xml:space="preserve"> hand tools and equipment </w:t>
            </w:r>
            <w:r w:rsidR="004D5352">
              <w:t xml:space="preserve">according to workplace safety </w:t>
            </w:r>
            <w:r w:rsidR="00E85314">
              <w:t>practices</w:t>
            </w:r>
            <w:r w:rsidR="004D5352">
              <w:t xml:space="preserve"> and </w:t>
            </w:r>
            <w:r w:rsidR="0010386D">
              <w:t xml:space="preserve">specified </w:t>
            </w:r>
            <w:r w:rsidR="004D5352">
              <w:t>task</w:t>
            </w:r>
          </w:p>
        </w:tc>
      </w:tr>
      <w:tr w:rsidR="0079402C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5677667" w:rsidR="0079402C" w:rsidRPr="0079402C" w:rsidRDefault="0079402C">
            <w:pPr>
              <w:pStyle w:val="SIText"/>
            </w:pPr>
            <w:r w:rsidRPr="0079402C">
              <w:t>3. Clean, maintain and store hand tools and equipment</w:t>
            </w:r>
          </w:p>
        </w:tc>
        <w:tc>
          <w:tcPr>
            <w:tcW w:w="3604" w:type="pct"/>
            <w:shd w:val="clear" w:color="auto" w:fill="auto"/>
          </w:tcPr>
          <w:p w14:paraId="1D5A4FC9" w14:textId="3D3605C4" w:rsidR="004D5352" w:rsidRDefault="0079402C" w:rsidP="0079402C">
            <w:r w:rsidRPr="0079402C">
              <w:t xml:space="preserve">3.1 </w:t>
            </w:r>
            <w:r w:rsidR="004D5352">
              <w:t xml:space="preserve">Check </w:t>
            </w:r>
            <w:r w:rsidRPr="0079402C">
              <w:t xml:space="preserve">tools </w:t>
            </w:r>
            <w:r w:rsidR="004D5352">
              <w:t xml:space="preserve">for performance and tag </w:t>
            </w:r>
            <w:r w:rsidR="00B339AE">
              <w:t>defective</w:t>
            </w:r>
            <w:r w:rsidR="004D5352">
              <w:t xml:space="preserve"> tools </w:t>
            </w:r>
            <w:r w:rsidR="008A7D49">
              <w:t xml:space="preserve">and equipment </w:t>
            </w:r>
            <w:r w:rsidR="004D5352">
              <w:t>according to workplace procedures</w:t>
            </w:r>
          </w:p>
          <w:p w14:paraId="5EF04DDD" w14:textId="67A03491" w:rsidR="0079402C" w:rsidRDefault="008A7D49" w:rsidP="0079402C">
            <w:r>
              <w:t xml:space="preserve">3.2 Identify </w:t>
            </w:r>
            <w:r w:rsidR="0079402C" w:rsidRPr="0079402C">
              <w:t xml:space="preserve">repairs </w:t>
            </w:r>
            <w:r>
              <w:t xml:space="preserve">and </w:t>
            </w:r>
            <w:r w:rsidR="0079402C" w:rsidRPr="0079402C">
              <w:t>maintenance</w:t>
            </w:r>
            <w:r>
              <w:t xml:space="preserve"> </w:t>
            </w:r>
            <w:r w:rsidR="00B339AE">
              <w:t>requirements</w:t>
            </w:r>
            <w:r>
              <w:t xml:space="preserve"> </w:t>
            </w:r>
          </w:p>
          <w:p w14:paraId="43E80C06" w14:textId="5F29CC48" w:rsidR="0079402C" w:rsidRPr="0079402C" w:rsidRDefault="0079402C" w:rsidP="0079402C">
            <w:r w:rsidRPr="0079402C">
              <w:t>3.</w:t>
            </w:r>
            <w:r w:rsidR="005B4EE9">
              <w:t>3</w:t>
            </w:r>
            <w:r w:rsidRPr="0079402C">
              <w:t xml:space="preserve"> Undertake </w:t>
            </w:r>
            <w:r w:rsidR="00B339AE">
              <w:t>corrective action on defective tools and equipment to regain performance</w:t>
            </w:r>
          </w:p>
          <w:p w14:paraId="1C93868F" w14:textId="3D5CC051" w:rsidR="0079402C" w:rsidRPr="0079402C" w:rsidRDefault="005B4EE9" w:rsidP="00B339AE">
            <w:r>
              <w:t>3.4</w:t>
            </w:r>
            <w:r w:rsidR="00B339AE" w:rsidRPr="00B339AE">
              <w:t xml:space="preserve"> Clean and store tools and equipment according to work</w:t>
            </w:r>
            <w:r w:rsidR="00B339AE">
              <w:t>place and biosecurity procedures</w:t>
            </w:r>
          </w:p>
        </w:tc>
      </w:tr>
    </w:tbl>
    <w:p w14:paraId="0A6E9C8C" w14:textId="2CB38E6A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9FBC78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274B41" w:rsidRPr="005404CB" w:rsidRDefault="00274B41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274B41" w:rsidRPr="00336FCA" w:rsidDel="00423CB2" w14:paraId="1952BECD" w14:textId="77777777" w:rsidTr="00274B41">
        <w:tc>
          <w:tcPr>
            <w:tcW w:w="5000" w:type="pct"/>
          </w:tcPr>
          <w:p w14:paraId="775880D1" w14:textId="449301F5" w:rsidR="00274B41" w:rsidRPr="005404CB" w:rsidRDefault="00274B41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85314" w14:paraId="1E3C830D" w14:textId="77777777" w:rsidTr="00F33FF2">
        <w:tc>
          <w:tcPr>
            <w:tcW w:w="1028" w:type="pct"/>
          </w:tcPr>
          <w:p w14:paraId="18ED5BE1" w14:textId="6F6AA764" w:rsidR="00E85314" w:rsidRPr="00E85314" w:rsidRDefault="00E85314">
            <w:pPr>
              <w:pStyle w:val="SIText"/>
            </w:pPr>
            <w:r w:rsidRPr="00E85314">
              <w:t>AHCPER2</w:t>
            </w:r>
            <w:r w:rsidR="0017210C">
              <w:t>X7</w:t>
            </w:r>
            <w:r w:rsidRPr="00E85314">
              <w:t xml:space="preserve"> Use and maintain hand tools and equipment</w:t>
            </w:r>
            <w:r w:rsidR="0010386D">
              <w:t xml:space="preserve"> for garden and farm</w:t>
            </w:r>
          </w:p>
        </w:tc>
        <w:tc>
          <w:tcPr>
            <w:tcW w:w="1105" w:type="pct"/>
          </w:tcPr>
          <w:p w14:paraId="64EA7AE3" w14:textId="6BC78938" w:rsidR="00E85314" w:rsidRPr="00E85314" w:rsidRDefault="00E85314" w:rsidP="00E85314">
            <w:pPr>
              <w:pStyle w:val="SIText"/>
            </w:pPr>
            <w:r w:rsidRPr="0079402C">
              <w:t>AHCPER212 Use and maintain garden hand tools and equipment</w:t>
            </w:r>
          </w:p>
        </w:tc>
        <w:tc>
          <w:tcPr>
            <w:tcW w:w="1251" w:type="pct"/>
          </w:tcPr>
          <w:p w14:paraId="2623FFCE" w14:textId="73EC9CC0" w:rsidR="0010386D" w:rsidRDefault="0010386D">
            <w:pPr>
              <w:pStyle w:val="SIText"/>
            </w:pPr>
            <w:r>
              <w:t>Minor Title change to broaden use of unit</w:t>
            </w:r>
          </w:p>
          <w:p w14:paraId="3E031D32" w14:textId="60E815B0" w:rsidR="00E85314" w:rsidRPr="00E85314" w:rsidRDefault="00E85314">
            <w:pPr>
              <w:pStyle w:val="SIText"/>
            </w:pPr>
            <w:r>
              <w:t>Minor changes to Application, Elements and Performance C</w:t>
            </w:r>
            <w:r w:rsidR="003E03CF">
              <w:t>riteria to clarify job outcome</w:t>
            </w:r>
            <w:r w:rsidR="0010386D">
              <w:t xml:space="preserve"> and broaden use of unit to other sectors</w:t>
            </w:r>
          </w:p>
        </w:tc>
        <w:tc>
          <w:tcPr>
            <w:tcW w:w="1616" w:type="pct"/>
          </w:tcPr>
          <w:p w14:paraId="426455CD" w14:textId="20E8E8DE" w:rsidR="00E85314" w:rsidRPr="005404CB" w:rsidRDefault="00E85314" w:rsidP="00E85314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294F3F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79402C" w:rsidRPr="0079402C">
              <w:t>AHCPER2</w:t>
            </w:r>
            <w:r w:rsidR="0017210C">
              <w:t>X7</w:t>
            </w:r>
            <w:r w:rsidR="0079402C" w:rsidRPr="0079402C">
              <w:t xml:space="preserve"> Use and maintain garden hand tools and equipment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F95DD78" w14:textId="77777777" w:rsidR="000720CD" w:rsidRDefault="000720CD" w:rsidP="000720C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35E0B8D" w14:textId="636BEC7E" w:rsidR="000720CD" w:rsidRDefault="000720CD" w:rsidP="000720CD">
            <w:pPr>
              <w:pStyle w:val="SIText"/>
            </w:pPr>
            <w:r>
              <w:t>There must be evidence that the individual has</w:t>
            </w:r>
            <w:r w:rsidR="009A7410">
              <w:t xml:space="preserve"> used </w:t>
            </w:r>
            <w:r w:rsidR="00ED65D4">
              <w:t xml:space="preserve">at least 8 of the types of </w:t>
            </w:r>
            <w:r w:rsidR="009A7410">
              <w:t>tools listed below</w:t>
            </w:r>
            <w:r>
              <w:t>:</w:t>
            </w:r>
          </w:p>
          <w:p w14:paraId="6F5CB3C2" w14:textId="77777777" w:rsidR="009A7410" w:rsidRPr="009A7410" w:rsidRDefault="009A7410" w:rsidP="00481935">
            <w:pPr>
              <w:pStyle w:val="SIBulletList1"/>
            </w:pPr>
            <w:r w:rsidRPr="00F0614C">
              <w:t>spades and shovels</w:t>
            </w:r>
          </w:p>
          <w:p w14:paraId="52690FB6" w14:textId="77777777" w:rsidR="009A7410" w:rsidRPr="009A7410" w:rsidRDefault="009A7410" w:rsidP="00481935">
            <w:pPr>
              <w:pStyle w:val="SIBulletList1"/>
            </w:pPr>
            <w:r w:rsidRPr="00F0614C">
              <w:t>forks</w:t>
            </w:r>
          </w:p>
          <w:p w14:paraId="238CAB3C" w14:textId="77777777" w:rsidR="009A7410" w:rsidRPr="009A7410" w:rsidRDefault="009A7410" w:rsidP="00481935">
            <w:pPr>
              <w:pStyle w:val="SIBulletList1"/>
            </w:pPr>
            <w:r w:rsidRPr="00F0614C">
              <w:t>trowels</w:t>
            </w:r>
          </w:p>
          <w:p w14:paraId="6691E8C6" w14:textId="77777777" w:rsidR="009A7410" w:rsidRPr="009A7410" w:rsidRDefault="009A7410" w:rsidP="00481935">
            <w:pPr>
              <w:pStyle w:val="SIBulletList1"/>
            </w:pPr>
            <w:r w:rsidRPr="00F0614C">
              <w:t>rakes</w:t>
            </w:r>
          </w:p>
          <w:p w14:paraId="069BD4D1" w14:textId="77777777" w:rsidR="009A7410" w:rsidRPr="009A7410" w:rsidRDefault="009A7410" w:rsidP="00481935">
            <w:pPr>
              <w:pStyle w:val="SIBulletList1"/>
            </w:pPr>
            <w:r w:rsidRPr="00F0614C">
              <w:t>scythes and sickles</w:t>
            </w:r>
          </w:p>
          <w:p w14:paraId="23400415" w14:textId="77777777" w:rsidR="009A7410" w:rsidRPr="009A7410" w:rsidRDefault="009A7410" w:rsidP="00481935">
            <w:pPr>
              <w:pStyle w:val="SIBulletList1"/>
            </w:pPr>
            <w:r w:rsidRPr="00F0614C">
              <w:t>hand mowers</w:t>
            </w:r>
          </w:p>
          <w:p w14:paraId="69E96F45" w14:textId="77777777" w:rsidR="009A7410" w:rsidRPr="009A7410" w:rsidRDefault="009A7410" w:rsidP="00481935">
            <w:pPr>
              <w:pStyle w:val="SIBulletList1"/>
            </w:pPr>
            <w:r w:rsidRPr="00F0614C">
              <w:t xml:space="preserve">secateurs </w:t>
            </w:r>
            <w:r w:rsidRPr="009A7410">
              <w:t>and loppers</w:t>
            </w:r>
          </w:p>
          <w:p w14:paraId="3B5E9B82" w14:textId="77777777" w:rsidR="009A7410" w:rsidRPr="009A7410" w:rsidRDefault="009A7410" w:rsidP="00481935">
            <w:pPr>
              <w:pStyle w:val="SIBulletList1"/>
            </w:pPr>
            <w:r w:rsidRPr="00F0614C">
              <w:t xml:space="preserve">picks </w:t>
            </w:r>
            <w:r w:rsidRPr="009A7410">
              <w:t>and mattocks</w:t>
            </w:r>
          </w:p>
          <w:p w14:paraId="3780A437" w14:textId="77777777" w:rsidR="009A7410" w:rsidRPr="009A7410" w:rsidRDefault="009A7410" w:rsidP="00481935">
            <w:pPr>
              <w:pStyle w:val="SIBulletList1"/>
            </w:pPr>
            <w:r w:rsidRPr="00F0614C">
              <w:t>pruning saws and bow saws</w:t>
            </w:r>
          </w:p>
          <w:p w14:paraId="5D28B196" w14:textId="2A29D75A" w:rsidR="009A7410" w:rsidRPr="009A7410" w:rsidRDefault="009A7410" w:rsidP="00481935">
            <w:pPr>
              <w:pStyle w:val="SIBulletList1"/>
            </w:pPr>
            <w:r w:rsidRPr="00F0614C">
              <w:t xml:space="preserve">club and </w:t>
            </w:r>
            <w:proofErr w:type="gramStart"/>
            <w:r w:rsidRPr="00F0614C">
              <w:t>sledge hammer</w:t>
            </w:r>
            <w:r w:rsidR="00ED65D4">
              <w:t>s</w:t>
            </w:r>
            <w:proofErr w:type="gramEnd"/>
          </w:p>
          <w:p w14:paraId="3E8308DC" w14:textId="77777777" w:rsidR="009A7410" w:rsidRDefault="009A7410" w:rsidP="000720CD">
            <w:pPr>
              <w:pStyle w:val="SIText"/>
            </w:pPr>
          </w:p>
          <w:p w14:paraId="1A92C739" w14:textId="66B395D4" w:rsidR="009A7410" w:rsidRDefault="009A7410" w:rsidP="000720CD">
            <w:pPr>
              <w:pStyle w:val="SIText"/>
            </w:pPr>
            <w:r>
              <w:t>There must also be evidence that the individual has:</w:t>
            </w:r>
          </w:p>
          <w:p w14:paraId="17EC2B3E" w14:textId="775BA824" w:rsidR="00F0614C" w:rsidRPr="00F0614C" w:rsidRDefault="000720CD" w:rsidP="00F0614C">
            <w:pPr>
              <w:pStyle w:val="SIBulletList1"/>
            </w:pPr>
            <w:r>
              <w:t xml:space="preserve">identified garden </w:t>
            </w:r>
            <w:r w:rsidR="00F0614C" w:rsidRPr="00F0614C">
              <w:t>tools and equipment</w:t>
            </w:r>
            <w:r>
              <w:t xml:space="preserve"> for specific uses</w:t>
            </w:r>
          </w:p>
          <w:p w14:paraId="5A439A3A" w14:textId="66BD49B9" w:rsidR="00F0614C" w:rsidRDefault="00F0614C" w:rsidP="00F0614C">
            <w:pPr>
              <w:pStyle w:val="SIBulletList1"/>
            </w:pPr>
            <w:r w:rsidRPr="00F0614C">
              <w:t>use</w:t>
            </w:r>
            <w:r w:rsidR="000720CD">
              <w:t>d</w:t>
            </w:r>
            <w:r w:rsidRPr="00F0614C">
              <w:t xml:space="preserve"> garden hand tools and equipment </w:t>
            </w:r>
            <w:r w:rsidR="000720CD">
              <w:t>safely for specific garden tasks</w:t>
            </w:r>
          </w:p>
          <w:p w14:paraId="7958EC9A" w14:textId="6379D16B" w:rsidR="000720CD" w:rsidRPr="00F0614C" w:rsidRDefault="000720CD" w:rsidP="00F0614C">
            <w:pPr>
              <w:pStyle w:val="SIBulletList1"/>
            </w:pPr>
            <w:r>
              <w:t>identified and rectified defective garden tools</w:t>
            </w:r>
          </w:p>
          <w:p w14:paraId="6E807F74" w14:textId="43E9BF33" w:rsidR="00F0614C" w:rsidRDefault="00F0614C" w:rsidP="00F0614C">
            <w:pPr>
              <w:pStyle w:val="SIBulletList1"/>
            </w:pPr>
            <w:r w:rsidRPr="00F0614C">
              <w:t>clean</w:t>
            </w:r>
            <w:r w:rsidR="000720CD">
              <w:t>ed</w:t>
            </w:r>
            <w:r w:rsidRPr="00F0614C">
              <w:t xml:space="preserve">, </w:t>
            </w:r>
            <w:proofErr w:type="gramStart"/>
            <w:r w:rsidRPr="00F0614C">
              <w:t>maintain</w:t>
            </w:r>
            <w:r w:rsidR="000720CD">
              <w:t>ed</w:t>
            </w:r>
            <w:proofErr w:type="gramEnd"/>
            <w:r w:rsidRPr="00F0614C">
              <w:t xml:space="preserve"> and store</w:t>
            </w:r>
            <w:r w:rsidR="000720CD">
              <w:t>d</w:t>
            </w:r>
            <w:r w:rsidRPr="00F0614C">
              <w:t xml:space="preserve"> garden hand tools and equipment</w:t>
            </w:r>
          </w:p>
          <w:p w14:paraId="6BFA69AA" w14:textId="06C23EA3" w:rsidR="00556C4C" w:rsidRPr="005404CB" w:rsidRDefault="000720CD" w:rsidP="00481935">
            <w:pPr>
              <w:pStyle w:val="SIBulletList1"/>
            </w:pPr>
            <w:r>
              <w:t>complied with workplace safety and biosecurity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62BF62" w14:textId="64E9B36D" w:rsidR="00F0614C" w:rsidRPr="00F0614C" w:rsidRDefault="000720CD" w:rsidP="00F0614C">
            <w:r w:rsidRPr="000720CD">
              <w:t>An individual must be able to demonstrate the knowledge required to perform the tasks outlined in the elements and performance criteria of this unit. This includes knowledge of:</w:t>
            </w:r>
          </w:p>
          <w:p w14:paraId="3454E46D" w14:textId="74954FFC" w:rsidR="00F0614C" w:rsidRPr="00F0614C" w:rsidRDefault="00F0614C" w:rsidP="00F0614C">
            <w:pPr>
              <w:pStyle w:val="SIBulletList1"/>
            </w:pPr>
            <w:r w:rsidRPr="00F0614C">
              <w:t>principles and practices related to garden tool use and maintenance</w:t>
            </w:r>
          </w:p>
          <w:p w14:paraId="572474A1" w14:textId="77777777" w:rsidR="000720CD" w:rsidRDefault="000720CD" w:rsidP="00F0614C">
            <w:pPr>
              <w:pStyle w:val="SIBulletList1"/>
            </w:pPr>
            <w:r>
              <w:t>workplace health and safety when using garden hand tools and equipment, including:</w:t>
            </w:r>
          </w:p>
          <w:p w14:paraId="24F25C4C" w14:textId="4C2D296D" w:rsidR="00F0614C" w:rsidRDefault="000720CD" w:rsidP="00481935">
            <w:pPr>
              <w:pStyle w:val="SIBulletList2"/>
            </w:pPr>
            <w:r>
              <w:t xml:space="preserve">size of tools and equipment for operator and </w:t>
            </w:r>
            <w:r w:rsidR="00F0614C" w:rsidRPr="00F0614C">
              <w:t>ergonomics</w:t>
            </w:r>
          </w:p>
          <w:p w14:paraId="2FFE5C71" w14:textId="0BB2AA16" w:rsidR="000720CD" w:rsidRPr="000720CD" w:rsidRDefault="000720CD" w:rsidP="000720CD">
            <w:pPr>
              <w:pStyle w:val="SIBulletList2"/>
            </w:pPr>
            <w:r>
              <w:t>safe operation</w:t>
            </w:r>
            <w:r w:rsidR="009A7410">
              <w:t xml:space="preserve"> of tools fit for purpose</w:t>
            </w:r>
          </w:p>
          <w:p w14:paraId="5865717A" w14:textId="169D8B3A" w:rsidR="000720CD" w:rsidRDefault="000720CD" w:rsidP="00481935">
            <w:pPr>
              <w:pStyle w:val="SIBulletList2"/>
            </w:pPr>
            <w:r>
              <w:t>working with sharp tools and equipment</w:t>
            </w:r>
          </w:p>
          <w:p w14:paraId="46BF348E" w14:textId="77777777" w:rsidR="000720CD" w:rsidRDefault="000720CD" w:rsidP="00481935">
            <w:pPr>
              <w:pStyle w:val="SIBulletList2"/>
            </w:pPr>
            <w:r>
              <w:t>manual handling and lifting</w:t>
            </w:r>
          </w:p>
          <w:p w14:paraId="00CB9C1E" w14:textId="1F921ADB" w:rsidR="00F0614C" w:rsidRPr="00F0614C" w:rsidRDefault="00F0614C" w:rsidP="00F0614C">
            <w:pPr>
              <w:pStyle w:val="SIBulletList1"/>
            </w:pPr>
            <w:r w:rsidRPr="00F0614C">
              <w:t xml:space="preserve">garden hand tools and equipment used in </w:t>
            </w:r>
            <w:r w:rsidR="000720CD">
              <w:t>garden practice</w:t>
            </w:r>
            <w:r w:rsidRPr="00F0614C">
              <w:t xml:space="preserve">, </w:t>
            </w:r>
            <w:r w:rsidR="000720CD">
              <w:t>including</w:t>
            </w:r>
            <w:r w:rsidRPr="00F0614C">
              <w:t>:</w:t>
            </w:r>
          </w:p>
          <w:p w14:paraId="1E30C979" w14:textId="77777777" w:rsidR="00F0614C" w:rsidRPr="00F0614C" w:rsidRDefault="00F0614C" w:rsidP="00F0614C">
            <w:pPr>
              <w:pStyle w:val="SIBulletList2"/>
            </w:pPr>
            <w:r w:rsidRPr="00F0614C">
              <w:t>spades and shovels</w:t>
            </w:r>
          </w:p>
          <w:p w14:paraId="50ADDEA1" w14:textId="77777777" w:rsidR="00F0614C" w:rsidRPr="00F0614C" w:rsidRDefault="00F0614C" w:rsidP="00F0614C">
            <w:pPr>
              <w:pStyle w:val="SIBulletList2"/>
            </w:pPr>
            <w:r w:rsidRPr="00F0614C">
              <w:t>forks</w:t>
            </w:r>
          </w:p>
          <w:p w14:paraId="3942AA42" w14:textId="77777777" w:rsidR="00F0614C" w:rsidRPr="00F0614C" w:rsidRDefault="00F0614C" w:rsidP="00F0614C">
            <w:pPr>
              <w:pStyle w:val="SIBulletList2"/>
            </w:pPr>
            <w:r w:rsidRPr="00F0614C">
              <w:t>trowels</w:t>
            </w:r>
          </w:p>
          <w:p w14:paraId="4D8A6704" w14:textId="77777777" w:rsidR="00F0614C" w:rsidRPr="00F0614C" w:rsidRDefault="00F0614C" w:rsidP="00F0614C">
            <w:pPr>
              <w:pStyle w:val="SIBulletList2"/>
            </w:pPr>
            <w:r w:rsidRPr="00F0614C">
              <w:t>rakes</w:t>
            </w:r>
          </w:p>
          <w:p w14:paraId="519ED167" w14:textId="77777777" w:rsidR="00F0614C" w:rsidRPr="00F0614C" w:rsidRDefault="00F0614C" w:rsidP="00F0614C">
            <w:pPr>
              <w:pStyle w:val="SIBulletList2"/>
            </w:pPr>
            <w:r w:rsidRPr="00F0614C">
              <w:t>scythes and sickles</w:t>
            </w:r>
          </w:p>
          <w:p w14:paraId="54D44B29" w14:textId="77777777" w:rsidR="00F0614C" w:rsidRPr="00F0614C" w:rsidRDefault="00F0614C" w:rsidP="00F0614C">
            <w:pPr>
              <w:pStyle w:val="SIBulletList2"/>
            </w:pPr>
            <w:r w:rsidRPr="00F0614C">
              <w:t>hand mowers</w:t>
            </w:r>
          </w:p>
          <w:p w14:paraId="6F544F90" w14:textId="431D09FE" w:rsidR="00F0614C" w:rsidRPr="00F0614C" w:rsidRDefault="00F0614C" w:rsidP="00F0614C">
            <w:pPr>
              <w:pStyle w:val="SIBulletList2"/>
            </w:pPr>
            <w:r w:rsidRPr="00F0614C">
              <w:t xml:space="preserve">secateurs </w:t>
            </w:r>
            <w:r w:rsidR="000720CD">
              <w:t>and</w:t>
            </w:r>
            <w:r w:rsidR="000720CD" w:rsidRPr="00F0614C">
              <w:t xml:space="preserve"> </w:t>
            </w:r>
            <w:r w:rsidRPr="00F0614C">
              <w:t>loppers</w:t>
            </w:r>
          </w:p>
          <w:p w14:paraId="107D4831" w14:textId="4C152539" w:rsidR="00F0614C" w:rsidRPr="00F0614C" w:rsidRDefault="00F0614C" w:rsidP="00F0614C">
            <w:pPr>
              <w:pStyle w:val="SIBulletList2"/>
            </w:pPr>
            <w:r w:rsidRPr="00F0614C">
              <w:t xml:space="preserve">picks </w:t>
            </w:r>
            <w:r w:rsidR="000720CD">
              <w:t>and</w:t>
            </w:r>
            <w:r w:rsidR="000720CD" w:rsidRPr="00F0614C">
              <w:t xml:space="preserve"> </w:t>
            </w:r>
            <w:r w:rsidRPr="00F0614C">
              <w:t>mattocks</w:t>
            </w:r>
          </w:p>
          <w:p w14:paraId="31474376" w14:textId="77777777" w:rsidR="00F0614C" w:rsidRPr="00F0614C" w:rsidRDefault="00F0614C" w:rsidP="00F0614C">
            <w:pPr>
              <w:pStyle w:val="SIBulletList2"/>
            </w:pPr>
            <w:r w:rsidRPr="00F0614C">
              <w:t>pruning saws and bow saws</w:t>
            </w:r>
          </w:p>
          <w:p w14:paraId="15F3E089" w14:textId="77777777" w:rsidR="00F0614C" w:rsidRPr="00F0614C" w:rsidRDefault="00F0614C" w:rsidP="00F0614C">
            <w:pPr>
              <w:pStyle w:val="SIBulletList2"/>
            </w:pPr>
            <w:r w:rsidRPr="00F0614C">
              <w:t xml:space="preserve">club hammer and </w:t>
            </w:r>
            <w:proofErr w:type="gramStart"/>
            <w:r w:rsidRPr="00F0614C">
              <w:t>sledge hammer</w:t>
            </w:r>
            <w:proofErr w:type="gramEnd"/>
          </w:p>
          <w:p w14:paraId="47F99301" w14:textId="2A9A08CA" w:rsidR="00F0614C" w:rsidRPr="00F0614C" w:rsidRDefault="00F0614C" w:rsidP="00F0614C">
            <w:pPr>
              <w:pStyle w:val="SIBulletList1"/>
            </w:pPr>
            <w:r w:rsidRPr="00F0614C">
              <w:t>maintaining tools and equipment in good condition</w:t>
            </w:r>
            <w:r w:rsidR="00ED3623">
              <w:t xml:space="preserve"> and working order</w:t>
            </w:r>
          </w:p>
          <w:p w14:paraId="7A26D068" w14:textId="77777777" w:rsidR="00F0614C" w:rsidRPr="00F0614C" w:rsidRDefault="00F0614C" w:rsidP="00F0614C">
            <w:pPr>
              <w:pStyle w:val="SIBulletList1"/>
            </w:pPr>
            <w:r w:rsidRPr="00F0614C">
              <w:t>storage techniques for hand tools and equipment</w:t>
            </w:r>
          </w:p>
          <w:p w14:paraId="0097478E" w14:textId="77777777" w:rsidR="000720CD" w:rsidRDefault="00F0614C" w:rsidP="00F0614C">
            <w:pPr>
              <w:pStyle w:val="SIBulletList1"/>
            </w:pPr>
            <w:r w:rsidRPr="00F0614C">
              <w:t>carrying and transporting hand tools and equipment safely</w:t>
            </w:r>
          </w:p>
          <w:p w14:paraId="5C8CD985" w14:textId="5CF37466" w:rsidR="00F1480E" w:rsidRPr="005404CB" w:rsidRDefault="000720CD" w:rsidP="00481935">
            <w:pPr>
              <w:pStyle w:val="SIBulletList1"/>
            </w:pPr>
            <w:r>
              <w:t>hygiene practices for garden tools and equipment to ensure biosecurity.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D51DBE2" w14:textId="77777777" w:rsidR="000720CD" w:rsidRDefault="000720CD" w:rsidP="000720C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6D2333" w14:textId="77777777" w:rsidR="000720CD" w:rsidRPr="000720CD" w:rsidRDefault="000720CD" w:rsidP="00481935">
            <w:pPr>
              <w:pStyle w:val="SIBulletList1"/>
            </w:pPr>
            <w:r w:rsidRPr="000720CD">
              <w:t>physical conditions:</w:t>
            </w:r>
          </w:p>
          <w:p w14:paraId="3DEC3AE9" w14:textId="61379C17" w:rsidR="000720CD" w:rsidRPr="00481935" w:rsidRDefault="000720CD" w:rsidP="00481935">
            <w:pPr>
              <w:pStyle w:val="SIBulletList2"/>
              <w:rPr>
                <w:rFonts w:eastAsia="Calibri"/>
              </w:rPr>
            </w:pPr>
            <w:r w:rsidRPr="00481935">
              <w:t xml:space="preserve">skills must be demonstrated in a </w:t>
            </w:r>
            <w:r w:rsidR="006B1764" w:rsidRPr="00481935">
              <w:t>garden, farm or</w:t>
            </w:r>
            <w:r w:rsidRPr="00481935">
              <w:t xml:space="preserve"> an environment that accurately represents workplace conditions</w:t>
            </w:r>
          </w:p>
          <w:p w14:paraId="2A9CDF40" w14:textId="77777777" w:rsidR="000720CD" w:rsidRPr="000720CD" w:rsidRDefault="000720CD" w:rsidP="00481935">
            <w:pPr>
              <w:pStyle w:val="SIBulletList1"/>
            </w:pPr>
            <w:r w:rsidRPr="000720CD">
              <w:t xml:space="preserve">resources, </w:t>
            </w:r>
            <w:proofErr w:type="gramStart"/>
            <w:r w:rsidRPr="000720CD">
              <w:t>equipment</w:t>
            </w:r>
            <w:proofErr w:type="gramEnd"/>
            <w:r w:rsidRPr="000720CD">
              <w:t xml:space="preserve"> and materials:</w:t>
            </w:r>
          </w:p>
          <w:p w14:paraId="5F2D7596" w14:textId="6FF23633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t>use of tools and equipment</w:t>
            </w:r>
            <w:r w:rsidR="006B1764">
              <w:t xml:space="preserve"> as </w:t>
            </w:r>
            <w:r w:rsidR="00060497">
              <w:t>specified</w:t>
            </w:r>
            <w:r w:rsidR="006B1764">
              <w:t xml:space="preserve"> in the Performance Evidence</w:t>
            </w:r>
          </w:p>
          <w:p w14:paraId="6E04E570" w14:textId="77777777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lastRenderedPageBreak/>
              <w:t>use of personal protective equipment</w:t>
            </w:r>
          </w:p>
          <w:p w14:paraId="4CE2F3BF" w14:textId="77777777" w:rsidR="000720CD" w:rsidRPr="000720CD" w:rsidRDefault="000720CD" w:rsidP="00481935">
            <w:pPr>
              <w:pStyle w:val="SIBulletList1"/>
              <w:rPr>
                <w:rFonts w:eastAsia="Calibri"/>
              </w:rPr>
            </w:pPr>
            <w:r w:rsidRPr="000720CD">
              <w:rPr>
                <w:rFonts w:eastAsia="Calibri"/>
              </w:rPr>
              <w:t>specifications:</w:t>
            </w:r>
          </w:p>
          <w:p w14:paraId="39ADBC2E" w14:textId="41F6CABB" w:rsid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>use of workplace</w:t>
            </w:r>
            <w:r w:rsidR="006B1764">
              <w:rPr>
                <w:rFonts w:eastAsia="Calibri"/>
              </w:rPr>
              <w:t xml:space="preserve"> safety </w:t>
            </w:r>
            <w:r w:rsidRPr="000720CD">
              <w:rPr>
                <w:rFonts w:eastAsia="Calibri"/>
              </w:rPr>
              <w:t>procedures</w:t>
            </w:r>
            <w:r w:rsidR="006B1764">
              <w:rPr>
                <w:rFonts w:eastAsia="Calibri"/>
              </w:rPr>
              <w:t xml:space="preserve"> for tools and equipment</w:t>
            </w:r>
          </w:p>
          <w:p w14:paraId="0457DBB1" w14:textId="022A9BC6" w:rsidR="006B1764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instructions for gardening </w:t>
            </w:r>
            <w:r w:rsidR="00060497">
              <w:rPr>
                <w:rFonts w:eastAsia="Calibri"/>
              </w:rPr>
              <w:t>or</w:t>
            </w:r>
            <w:r>
              <w:rPr>
                <w:rFonts w:eastAsia="Calibri"/>
              </w:rPr>
              <w:t xml:space="preserve"> farming tasks</w:t>
            </w:r>
          </w:p>
          <w:p w14:paraId="591909B9" w14:textId="270F1D09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 xml:space="preserve">use of manufacturer operating instructions for </w:t>
            </w:r>
            <w:r w:rsidR="006B1764">
              <w:rPr>
                <w:rFonts w:eastAsia="Calibri"/>
              </w:rPr>
              <w:t xml:space="preserve">tools and </w:t>
            </w:r>
            <w:r w:rsidRPr="000720CD">
              <w:rPr>
                <w:rFonts w:eastAsia="Calibri"/>
              </w:rPr>
              <w:t>equipment</w:t>
            </w:r>
          </w:p>
          <w:p w14:paraId="4DD82620" w14:textId="70478F78" w:rsidR="000720CD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materials and consumables for cleaning, </w:t>
            </w:r>
            <w:proofErr w:type="gramStart"/>
            <w:r>
              <w:rPr>
                <w:rFonts w:eastAsia="Calibri"/>
              </w:rPr>
              <w:t>repairing</w:t>
            </w:r>
            <w:proofErr w:type="gramEnd"/>
            <w:r>
              <w:rPr>
                <w:rFonts w:eastAsia="Calibri"/>
              </w:rPr>
              <w:t xml:space="preserve"> and maintaining tools and equipment</w:t>
            </w:r>
          </w:p>
          <w:p w14:paraId="4E1DCF6D" w14:textId="77777777" w:rsidR="006B1764" w:rsidRDefault="006B1764" w:rsidP="000720CD"/>
          <w:p w14:paraId="7A240525" w14:textId="77777777" w:rsidR="000720CD" w:rsidRPr="00EA3EBA" w:rsidRDefault="000720CD" w:rsidP="000720CD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52E6456A" w14:textId="77777777" w:rsidR="000720CD" w:rsidRPr="00EA3EBA" w:rsidRDefault="000720CD" w:rsidP="000720CD"/>
          <w:p w14:paraId="759850B7" w14:textId="698D5F33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4EE9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6E95773" w:rsidR="009C2650" w:rsidRPr="000754EC" w:rsidRDefault="00D87CAD" w:rsidP="00481935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386D" w:rsidRPr="0079402C">
      <w:t>AHCP</w:t>
    </w:r>
    <w:r w:rsidR="0010386D" w:rsidRPr="00481935">
      <w:t>ER2</w:t>
    </w:r>
    <w:r w:rsidR="00481935" w:rsidRPr="00481935">
      <w:rPr>
        <w:rStyle w:val="SITemporaryText-blue"/>
        <w:color w:val="auto"/>
        <w:sz w:val="20"/>
      </w:rPr>
      <w:t>X7</w:t>
    </w:r>
    <w:r w:rsidR="0010386D" w:rsidRPr="0079402C">
      <w:t xml:space="preserve"> </w:t>
    </w:r>
    <w:r w:rsidR="0079402C" w:rsidRPr="0079402C">
      <w:t xml:space="preserve">Use and maintain </w:t>
    </w:r>
    <w:r w:rsidR="0010386D">
      <w:t>basic</w:t>
    </w:r>
    <w:r w:rsidR="006B1764">
      <w:t xml:space="preserve"> </w:t>
    </w:r>
    <w:r w:rsidR="0079402C" w:rsidRPr="0079402C">
      <w:t>hand tools and equipment</w:t>
    </w:r>
    <w:r w:rsidR="0010386D">
      <w:t xml:space="preserve"> for garden and farm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726832">
    <w:abstractNumId w:val="4"/>
  </w:num>
  <w:num w:numId="2" w16cid:durableId="128773697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0497"/>
    <w:rsid w:val="00064BFE"/>
    <w:rsid w:val="00070B3E"/>
    <w:rsid w:val="00071F95"/>
    <w:rsid w:val="000720CD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D555E"/>
    <w:rsid w:val="000E25E6"/>
    <w:rsid w:val="000E2C86"/>
    <w:rsid w:val="000F29F2"/>
    <w:rsid w:val="000F7B0C"/>
    <w:rsid w:val="00101659"/>
    <w:rsid w:val="0010386D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210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B41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03CF"/>
    <w:rsid w:val="003E72B6"/>
    <w:rsid w:val="003E7BBE"/>
    <w:rsid w:val="004127E3"/>
    <w:rsid w:val="0043212E"/>
    <w:rsid w:val="00434366"/>
    <w:rsid w:val="00434ECE"/>
    <w:rsid w:val="00444423"/>
    <w:rsid w:val="0045022E"/>
    <w:rsid w:val="00452F3E"/>
    <w:rsid w:val="0046239A"/>
    <w:rsid w:val="004640AE"/>
    <w:rsid w:val="00466F18"/>
    <w:rsid w:val="004679E3"/>
    <w:rsid w:val="00475172"/>
    <w:rsid w:val="004758B0"/>
    <w:rsid w:val="0048067C"/>
    <w:rsid w:val="0048193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D5352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5CE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4EE9"/>
    <w:rsid w:val="005B5146"/>
    <w:rsid w:val="005D1AFD"/>
    <w:rsid w:val="005E51E6"/>
    <w:rsid w:val="005E5B6D"/>
    <w:rsid w:val="005F027A"/>
    <w:rsid w:val="005F33CC"/>
    <w:rsid w:val="005F771F"/>
    <w:rsid w:val="00603E2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B1764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5E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D49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77602"/>
    <w:rsid w:val="00993CEA"/>
    <w:rsid w:val="00997BFC"/>
    <w:rsid w:val="009A5900"/>
    <w:rsid w:val="009A6E6C"/>
    <w:rsid w:val="009A6F3F"/>
    <w:rsid w:val="009A7410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9AE"/>
    <w:rsid w:val="00B3508F"/>
    <w:rsid w:val="00B443EE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CA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85314"/>
    <w:rsid w:val="00E91BFF"/>
    <w:rsid w:val="00E92933"/>
    <w:rsid w:val="00E94FAD"/>
    <w:rsid w:val="00EB0AA4"/>
    <w:rsid w:val="00EB5C88"/>
    <w:rsid w:val="00EC0469"/>
    <w:rsid w:val="00EC0C3E"/>
    <w:rsid w:val="00ED3623"/>
    <w:rsid w:val="00ED5AAC"/>
    <w:rsid w:val="00ED65D4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19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19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7ee3a392-9fd5-4e44-986b-b11872d0f857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FCF982-3383-40C6-AFB7-7D64EDE5A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421484-8DD5-4BFC-A379-E7917F43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17</cp:revision>
  <cp:lastPrinted>2016-05-27T05:21:00Z</cp:lastPrinted>
  <dcterms:created xsi:type="dcterms:W3CDTF">2021-12-01T04:43:00Z</dcterms:created>
  <dcterms:modified xsi:type="dcterms:W3CDTF">2022-05-13T02:07:00Z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